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D5" w:rsidRPr="0036355E" w:rsidRDefault="002545D5" w:rsidP="008B53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5D5" w:rsidRPr="0036355E" w:rsidRDefault="002545D5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5D5" w:rsidRPr="00161E78" w:rsidRDefault="002545D5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2545D5" w:rsidRPr="00161E78" w:rsidRDefault="002545D5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545D5" w:rsidRPr="00161E78" w:rsidRDefault="002545D5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545D5" w:rsidRPr="00161E78" w:rsidRDefault="002545D5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45D5" w:rsidRPr="00161E78" w:rsidRDefault="002545D5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32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2545D5" w:rsidRPr="00161E78" w:rsidRDefault="002545D5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545D5" w:rsidRPr="00161E78" w:rsidRDefault="002545D5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45D5" w:rsidRDefault="002545D5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28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104</w:t>
      </w:r>
    </w:p>
    <w:p w:rsidR="002545D5" w:rsidRPr="00161E78" w:rsidRDefault="002545D5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545D5" w:rsidRPr="00161E78" w:rsidRDefault="002545D5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2545D5" w:rsidRDefault="002545D5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2545D5" w:rsidRDefault="002545D5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545D5" w:rsidRPr="009D58BB">
        <w:trPr>
          <w:trHeight w:val="1097"/>
        </w:trPr>
        <w:tc>
          <w:tcPr>
            <w:tcW w:w="9016" w:type="dxa"/>
          </w:tcPr>
          <w:p w:rsidR="002545D5" w:rsidRPr="009D58BB" w:rsidRDefault="002545D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2545D5" w:rsidRPr="009D58BB" w:rsidRDefault="002545D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545D5" w:rsidRPr="00DD5EF6" w:rsidRDefault="002545D5" w:rsidP="00D111F4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2545D5" w:rsidRPr="00525406" w:rsidRDefault="002545D5" w:rsidP="00A949C7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</w:t>
      </w:r>
      <w:r>
        <w:rPr>
          <w:rFonts w:ascii="Times New Roman" w:hAnsi="Times New Roman" w:cs="Times New Roman"/>
          <w:sz w:val="28"/>
          <w:szCs w:val="28"/>
        </w:rPr>
        <w:t>енского района от 21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25406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69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25406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2545D5" w:rsidRDefault="002545D5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</w:t>
      </w:r>
      <w:r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Pr="00DC3677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3F53">
        <w:rPr>
          <w:rFonts w:ascii="Times New Roman" w:hAnsi="Times New Roman" w:cs="Times New Roman"/>
          <w:sz w:val="28"/>
          <w:szCs w:val="28"/>
        </w:rPr>
        <w:t>500 000,00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2545D5" w:rsidRDefault="002545D5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61A2"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343676">
        <w:rPr>
          <w:rFonts w:ascii="Times New Roman" w:hAnsi="Times New Roman" w:cs="Times New Roman"/>
          <w:sz w:val="28"/>
          <w:szCs w:val="28"/>
        </w:rPr>
        <w:t xml:space="preserve"> </w:t>
      </w:r>
      <w:r w:rsidRPr="00C31DEB">
        <w:rPr>
          <w:rFonts w:ascii="Times New Roman" w:hAnsi="Times New Roman" w:cs="Times New Roman"/>
          <w:sz w:val="28"/>
          <w:szCs w:val="28"/>
        </w:rPr>
        <w:t>1 01 02000 01 0000 110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31DEB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 w:rsidRPr="00943F53">
        <w:rPr>
          <w:rFonts w:ascii="Times New Roman" w:hAnsi="Times New Roman" w:cs="Times New Roman"/>
          <w:color w:val="000000"/>
          <w:sz w:val="28"/>
          <w:szCs w:val="28"/>
        </w:rPr>
        <w:t>370 000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рублей,</w:t>
      </w:r>
    </w:p>
    <w:p w:rsidR="002545D5" w:rsidRPr="00312F27" w:rsidRDefault="002545D5" w:rsidP="00A949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F2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1 06 06043 10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физических лиц,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130 000,00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45D5" w:rsidRDefault="002545D5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6416E">
        <w:rPr>
          <w:rFonts w:ascii="Times New Roman" w:hAnsi="Times New Roman" w:cs="Times New Roman"/>
          <w:sz w:val="28"/>
          <w:szCs w:val="28"/>
        </w:rPr>
        <w:t>.2.</w:t>
      </w:r>
      <w:r w:rsidRPr="00DC3677">
        <w:rPr>
          <w:rFonts w:ascii="Times New Roman" w:hAnsi="Times New Roman" w:cs="Times New Roman"/>
          <w:sz w:val="28"/>
          <w:szCs w:val="28"/>
        </w:rPr>
        <w:t xml:space="preserve">Увеличить годовые бюджетные назначения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Pr="00DC367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3F53">
        <w:rPr>
          <w:rFonts w:ascii="Times New Roman" w:hAnsi="Times New Roman" w:cs="Times New Roman"/>
          <w:sz w:val="28"/>
          <w:szCs w:val="28"/>
        </w:rPr>
        <w:t>500 000,00</w:t>
      </w:r>
      <w:r>
        <w:rPr>
          <w:rFonts w:ascii="Times New Roman" w:hAnsi="Times New Roman" w:cs="Times New Roman"/>
          <w:sz w:val="28"/>
          <w:szCs w:val="28"/>
        </w:rPr>
        <w:t xml:space="preserve"> рублей:</w:t>
      </w:r>
    </w:p>
    <w:p w:rsidR="002545D5" w:rsidRDefault="002545D5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1 03 02230 01 0000 110</w:t>
      </w:r>
      <w:r>
        <w:rPr>
          <w:rFonts w:ascii="Times New Roman" w:hAnsi="Times New Roman" w:cs="Times New Roman"/>
          <w:sz w:val="28"/>
          <w:szCs w:val="28"/>
        </w:rPr>
        <w:t xml:space="preserve">  - «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06F66">
        <w:rPr>
          <w:rFonts w:ascii="Times New Roman" w:hAnsi="Times New Roman" w:cs="Times New Roman"/>
          <w:color w:val="000000"/>
          <w:sz w:val="28"/>
          <w:szCs w:val="28"/>
        </w:rPr>
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 w:rsidRPr="00943F53">
        <w:rPr>
          <w:rFonts w:ascii="Times New Roman" w:hAnsi="Times New Roman" w:cs="Times New Roman"/>
          <w:color w:val="000000"/>
          <w:sz w:val="28"/>
          <w:szCs w:val="28"/>
        </w:rPr>
        <w:t>175 000,00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рублей,</w:t>
      </w:r>
    </w:p>
    <w:p w:rsidR="002545D5" w:rsidRDefault="002545D5" w:rsidP="00A949C7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1422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>»  в сумме 90 000,00 рублей,</w:t>
      </w:r>
    </w:p>
    <w:p w:rsidR="002545D5" w:rsidRDefault="002545D5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</w:t>
      </w:r>
      <w:r>
        <w:rPr>
          <w:rFonts w:ascii="Times New Roman" w:hAnsi="Times New Roman" w:cs="Times New Roman"/>
          <w:sz w:val="28"/>
          <w:szCs w:val="28"/>
        </w:rPr>
        <w:t xml:space="preserve">ов 1 06 06033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организаций,  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220 000,00 рублей,</w:t>
      </w:r>
    </w:p>
    <w:p w:rsidR="002545D5" w:rsidRDefault="002545D5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3676">
        <w:rPr>
          <w:rFonts w:ascii="Times New Roman" w:hAnsi="Times New Roman" w:cs="Times New Roman"/>
          <w:sz w:val="28"/>
          <w:szCs w:val="28"/>
        </w:rPr>
        <w:t>1 11 05035 10 0000 120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 w:rsidRPr="0082011E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10 000,00 рублей,</w:t>
      </w:r>
    </w:p>
    <w:p w:rsidR="002545D5" w:rsidRPr="00DA529D" w:rsidRDefault="002545D5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6416E">
        <w:rPr>
          <w:rFonts w:ascii="Times New Roman" w:hAnsi="Times New Roman" w:cs="Times New Roman"/>
          <w:sz w:val="28"/>
          <w:szCs w:val="28"/>
        </w:rPr>
        <w:t>по коду доходов</w:t>
      </w:r>
      <w:r w:rsidRPr="009A3D1C"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51040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0000 140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A3D1C">
        <w:t xml:space="preserve"> </w:t>
      </w:r>
      <w:r w:rsidRPr="00420BC9">
        <w:rPr>
          <w:rFonts w:ascii="Times New Roman" w:hAnsi="Times New Roman" w:cs="Times New Roman"/>
          <w:sz w:val="28"/>
          <w:szCs w:val="28"/>
        </w:rPr>
        <w:t xml:space="preserve"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420BC9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» в сумме 5 000,00 рублей.</w:t>
      </w:r>
    </w:p>
    <w:p w:rsidR="002545D5" w:rsidRPr="0093387D" w:rsidRDefault="002545D5" w:rsidP="00A949C7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 изложив его в новой редакции (приложение № 1)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2545D5" w:rsidRDefault="002545D5" w:rsidP="00A949C7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2545D5" w:rsidRDefault="002545D5" w:rsidP="00A949C7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2545D5" w:rsidRDefault="002545D5" w:rsidP="00A949C7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2545D5" w:rsidRDefault="002545D5" w:rsidP="00A949C7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2545D5" w:rsidRDefault="002545D5" w:rsidP="00A949C7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2545D5" w:rsidRDefault="002545D5" w:rsidP="00A40FA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2545D5" w:rsidRDefault="002545D5" w:rsidP="00A40FA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2545D5" w:rsidRDefault="002545D5" w:rsidP="00A40FA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2545D5" w:rsidRDefault="002545D5" w:rsidP="00A40FA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Н.В.Лавриненко    </w:t>
      </w:r>
    </w:p>
    <w:sectPr w:rsidR="002545D5" w:rsidSect="00A40FA9">
      <w:headerReference w:type="default" r:id="rId8"/>
      <w:pgSz w:w="11906" w:h="16838"/>
      <w:pgMar w:top="113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5D5" w:rsidRDefault="002545D5" w:rsidP="00B57B3B">
      <w:r>
        <w:separator/>
      </w:r>
    </w:p>
  </w:endnote>
  <w:endnote w:type="continuationSeparator" w:id="0">
    <w:p w:rsidR="002545D5" w:rsidRDefault="002545D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5D5" w:rsidRDefault="002545D5" w:rsidP="00B57B3B">
      <w:r>
        <w:separator/>
      </w:r>
    </w:p>
  </w:footnote>
  <w:footnote w:type="continuationSeparator" w:id="0">
    <w:p w:rsidR="002545D5" w:rsidRDefault="002545D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5D5" w:rsidRPr="003139BC" w:rsidRDefault="002545D5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545D5" w:rsidRDefault="002545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3FC8"/>
    <w:rsid w:val="0001562E"/>
    <w:rsid w:val="00017DF0"/>
    <w:rsid w:val="0002516C"/>
    <w:rsid w:val="00025588"/>
    <w:rsid w:val="00030337"/>
    <w:rsid w:val="00035659"/>
    <w:rsid w:val="00044004"/>
    <w:rsid w:val="00054A0C"/>
    <w:rsid w:val="000555BA"/>
    <w:rsid w:val="00065DB0"/>
    <w:rsid w:val="000745B1"/>
    <w:rsid w:val="000775A2"/>
    <w:rsid w:val="00083738"/>
    <w:rsid w:val="00084484"/>
    <w:rsid w:val="0009154D"/>
    <w:rsid w:val="000923C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999"/>
    <w:rsid w:val="00111AC0"/>
    <w:rsid w:val="00115181"/>
    <w:rsid w:val="00115322"/>
    <w:rsid w:val="001177DA"/>
    <w:rsid w:val="00121EF8"/>
    <w:rsid w:val="00122F78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3192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0B4A"/>
    <w:rsid w:val="001D3FAB"/>
    <w:rsid w:val="001D481B"/>
    <w:rsid w:val="001D7C02"/>
    <w:rsid w:val="001E1C9B"/>
    <w:rsid w:val="001E2A1F"/>
    <w:rsid w:val="001E33FB"/>
    <w:rsid w:val="001E3D89"/>
    <w:rsid w:val="00200CA1"/>
    <w:rsid w:val="00201C86"/>
    <w:rsid w:val="00203FD5"/>
    <w:rsid w:val="00210A11"/>
    <w:rsid w:val="00221DB4"/>
    <w:rsid w:val="00233C0A"/>
    <w:rsid w:val="00235D26"/>
    <w:rsid w:val="0023657E"/>
    <w:rsid w:val="00237868"/>
    <w:rsid w:val="0024164B"/>
    <w:rsid w:val="0024297E"/>
    <w:rsid w:val="002504D7"/>
    <w:rsid w:val="00253C20"/>
    <w:rsid w:val="002545D5"/>
    <w:rsid w:val="00255B84"/>
    <w:rsid w:val="002575B6"/>
    <w:rsid w:val="00260F0C"/>
    <w:rsid w:val="00271227"/>
    <w:rsid w:val="00271568"/>
    <w:rsid w:val="00273879"/>
    <w:rsid w:val="00276C40"/>
    <w:rsid w:val="002849D9"/>
    <w:rsid w:val="00284D12"/>
    <w:rsid w:val="00285B2C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1EB2"/>
    <w:rsid w:val="00312F27"/>
    <w:rsid w:val="003139BC"/>
    <w:rsid w:val="003153D4"/>
    <w:rsid w:val="00315D3B"/>
    <w:rsid w:val="00316749"/>
    <w:rsid w:val="00321CF9"/>
    <w:rsid w:val="00326F5E"/>
    <w:rsid w:val="00327591"/>
    <w:rsid w:val="003372C6"/>
    <w:rsid w:val="00343676"/>
    <w:rsid w:val="003530AB"/>
    <w:rsid w:val="00353935"/>
    <w:rsid w:val="003542ED"/>
    <w:rsid w:val="00355001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C635D"/>
    <w:rsid w:val="003D31E4"/>
    <w:rsid w:val="003E4804"/>
    <w:rsid w:val="003F181F"/>
    <w:rsid w:val="00410F52"/>
    <w:rsid w:val="0041238D"/>
    <w:rsid w:val="0041244D"/>
    <w:rsid w:val="0041759B"/>
    <w:rsid w:val="00420BC9"/>
    <w:rsid w:val="00434016"/>
    <w:rsid w:val="00444314"/>
    <w:rsid w:val="00445A46"/>
    <w:rsid w:val="00445D9C"/>
    <w:rsid w:val="004517E4"/>
    <w:rsid w:val="0045431B"/>
    <w:rsid w:val="0046258A"/>
    <w:rsid w:val="004728DB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C6CEC"/>
    <w:rsid w:val="004D3045"/>
    <w:rsid w:val="004D3AB9"/>
    <w:rsid w:val="004D5228"/>
    <w:rsid w:val="004F324E"/>
    <w:rsid w:val="004F39C5"/>
    <w:rsid w:val="004F5523"/>
    <w:rsid w:val="004F7027"/>
    <w:rsid w:val="0050053D"/>
    <w:rsid w:val="00505CF9"/>
    <w:rsid w:val="00507A5E"/>
    <w:rsid w:val="005118AD"/>
    <w:rsid w:val="00511F3E"/>
    <w:rsid w:val="00513217"/>
    <w:rsid w:val="00513393"/>
    <w:rsid w:val="00517464"/>
    <w:rsid w:val="0052009A"/>
    <w:rsid w:val="00521F62"/>
    <w:rsid w:val="00525406"/>
    <w:rsid w:val="00530999"/>
    <w:rsid w:val="00530DAE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3F3F"/>
    <w:rsid w:val="00574C69"/>
    <w:rsid w:val="0057516E"/>
    <w:rsid w:val="00580429"/>
    <w:rsid w:val="0059421D"/>
    <w:rsid w:val="0059734A"/>
    <w:rsid w:val="00597708"/>
    <w:rsid w:val="005A47DD"/>
    <w:rsid w:val="005A573F"/>
    <w:rsid w:val="005B02F1"/>
    <w:rsid w:val="005C34BC"/>
    <w:rsid w:val="005C41A2"/>
    <w:rsid w:val="005D15F9"/>
    <w:rsid w:val="005D6E64"/>
    <w:rsid w:val="005D7FF2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331F8"/>
    <w:rsid w:val="006447A9"/>
    <w:rsid w:val="006454C5"/>
    <w:rsid w:val="00654C50"/>
    <w:rsid w:val="006602EC"/>
    <w:rsid w:val="00663EEA"/>
    <w:rsid w:val="00665A87"/>
    <w:rsid w:val="00666779"/>
    <w:rsid w:val="006719EC"/>
    <w:rsid w:val="00676CA9"/>
    <w:rsid w:val="00687224"/>
    <w:rsid w:val="006A182E"/>
    <w:rsid w:val="006A47E2"/>
    <w:rsid w:val="006B10A2"/>
    <w:rsid w:val="006B2EAF"/>
    <w:rsid w:val="006B578C"/>
    <w:rsid w:val="006B708B"/>
    <w:rsid w:val="006C1614"/>
    <w:rsid w:val="006D2C1D"/>
    <w:rsid w:val="006D5CD3"/>
    <w:rsid w:val="006D6DDE"/>
    <w:rsid w:val="006D7B65"/>
    <w:rsid w:val="006E5DDE"/>
    <w:rsid w:val="006E6C97"/>
    <w:rsid w:val="006F5564"/>
    <w:rsid w:val="007005AD"/>
    <w:rsid w:val="007010A4"/>
    <w:rsid w:val="00701E65"/>
    <w:rsid w:val="007045D2"/>
    <w:rsid w:val="007048B9"/>
    <w:rsid w:val="0072038E"/>
    <w:rsid w:val="00723EB8"/>
    <w:rsid w:val="00726B6C"/>
    <w:rsid w:val="00736985"/>
    <w:rsid w:val="007375DE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0682"/>
    <w:rsid w:val="007747C1"/>
    <w:rsid w:val="00775D70"/>
    <w:rsid w:val="00777B45"/>
    <w:rsid w:val="007805A2"/>
    <w:rsid w:val="00783472"/>
    <w:rsid w:val="007A1FD1"/>
    <w:rsid w:val="007A6B19"/>
    <w:rsid w:val="007B68AC"/>
    <w:rsid w:val="007C0ACC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11E"/>
    <w:rsid w:val="0082078B"/>
    <w:rsid w:val="008209EF"/>
    <w:rsid w:val="00822DCF"/>
    <w:rsid w:val="0082327B"/>
    <w:rsid w:val="00831316"/>
    <w:rsid w:val="008318BA"/>
    <w:rsid w:val="00835B3F"/>
    <w:rsid w:val="0083711D"/>
    <w:rsid w:val="00837798"/>
    <w:rsid w:val="0084153A"/>
    <w:rsid w:val="00843519"/>
    <w:rsid w:val="00843D76"/>
    <w:rsid w:val="00844CCB"/>
    <w:rsid w:val="008507AF"/>
    <w:rsid w:val="0085170F"/>
    <w:rsid w:val="00852757"/>
    <w:rsid w:val="00854DFD"/>
    <w:rsid w:val="0085545F"/>
    <w:rsid w:val="00862DE5"/>
    <w:rsid w:val="00871377"/>
    <w:rsid w:val="00873896"/>
    <w:rsid w:val="00875421"/>
    <w:rsid w:val="00881148"/>
    <w:rsid w:val="00882A64"/>
    <w:rsid w:val="00883DDB"/>
    <w:rsid w:val="00886416"/>
    <w:rsid w:val="00891B51"/>
    <w:rsid w:val="008961A2"/>
    <w:rsid w:val="00896DCC"/>
    <w:rsid w:val="00897E7A"/>
    <w:rsid w:val="008A0B89"/>
    <w:rsid w:val="008A4D2D"/>
    <w:rsid w:val="008B4059"/>
    <w:rsid w:val="008B5349"/>
    <w:rsid w:val="008B6240"/>
    <w:rsid w:val="008B76CE"/>
    <w:rsid w:val="008C03E5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8F1D5E"/>
    <w:rsid w:val="008F277A"/>
    <w:rsid w:val="00901198"/>
    <w:rsid w:val="009037DC"/>
    <w:rsid w:val="00903806"/>
    <w:rsid w:val="00907184"/>
    <w:rsid w:val="00910611"/>
    <w:rsid w:val="0091129A"/>
    <w:rsid w:val="0092011B"/>
    <w:rsid w:val="009220CE"/>
    <w:rsid w:val="00922148"/>
    <w:rsid w:val="00922DD3"/>
    <w:rsid w:val="00925652"/>
    <w:rsid w:val="009307A5"/>
    <w:rsid w:val="009309B9"/>
    <w:rsid w:val="0093116D"/>
    <w:rsid w:val="009319DB"/>
    <w:rsid w:val="0093387D"/>
    <w:rsid w:val="0093779D"/>
    <w:rsid w:val="00941035"/>
    <w:rsid w:val="00942409"/>
    <w:rsid w:val="00943F53"/>
    <w:rsid w:val="00945017"/>
    <w:rsid w:val="00950B72"/>
    <w:rsid w:val="00952021"/>
    <w:rsid w:val="00957CB9"/>
    <w:rsid w:val="00965867"/>
    <w:rsid w:val="00971CA8"/>
    <w:rsid w:val="00972EDB"/>
    <w:rsid w:val="00973D54"/>
    <w:rsid w:val="009752B5"/>
    <w:rsid w:val="00976523"/>
    <w:rsid w:val="00987858"/>
    <w:rsid w:val="009959A2"/>
    <w:rsid w:val="009A223F"/>
    <w:rsid w:val="009A27D5"/>
    <w:rsid w:val="009A3D1C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0DC"/>
    <w:rsid w:val="009D6F55"/>
    <w:rsid w:val="009E52A0"/>
    <w:rsid w:val="009E53F2"/>
    <w:rsid w:val="009E6447"/>
    <w:rsid w:val="009E69D6"/>
    <w:rsid w:val="009E7861"/>
    <w:rsid w:val="00A028CD"/>
    <w:rsid w:val="00A14C04"/>
    <w:rsid w:val="00A22233"/>
    <w:rsid w:val="00A224F0"/>
    <w:rsid w:val="00A31EB4"/>
    <w:rsid w:val="00A33813"/>
    <w:rsid w:val="00A408B0"/>
    <w:rsid w:val="00A40FA9"/>
    <w:rsid w:val="00A4200A"/>
    <w:rsid w:val="00A45084"/>
    <w:rsid w:val="00A5653B"/>
    <w:rsid w:val="00A5786A"/>
    <w:rsid w:val="00A60D9F"/>
    <w:rsid w:val="00A65FE7"/>
    <w:rsid w:val="00A674A9"/>
    <w:rsid w:val="00A72975"/>
    <w:rsid w:val="00A850DC"/>
    <w:rsid w:val="00A927CD"/>
    <w:rsid w:val="00A949C7"/>
    <w:rsid w:val="00A95D0E"/>
    <w:rsid w:val="00A969F6"/>
    <w:rsid w:val="00AB3310"/>
    <w:rsid w:val="00AC3B6A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20736"/>
    <w:rsid w:val="00B2766A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2B38"/>
    <w:rsid w:val="00B52C91"/>
    <w:rsid w:val="00B54EEA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A5363"/>
    <w:rsid w:val="00BB0BAB"/>
    <w:rsid w:val="00BB3922"/>
    <w:rsid w:val="00BB4D94"/>
    <w:rsid w:val="00BB7C74"/>
    <w:rsid w:val="00BC1663"/>
    <w:rsid w:val="00BC1BC1"/>
    <w:rsid w:val="00BC609A"/>
    <w:rsid w:val="00BC7426"/>
    <w:rsid w:val="00BD0C81"/>
    <w:rsid w:val="00BE4009"/>
    <w:rsid w:val="00BE528A"/>
    <w:rsid w:val="00BE7CE4"/>
    <w:rsid w:val="00BF614C"/>
    <w:rsid w:val="00C02739"/>
    <w:rsid w:val="00C028D7"/>
    <w:rsid w:val="00C047DB"/>
    <w:rsid w:val="00C062FA"/>
    <w:rsid w:val="00C10616"/>
    <w:rsid w:val="00C31DEB"/>
    <w:rsid w:val="00C32E45"/>
    <w:rsid w:val="00C34742"/>
    <w:rsid w:val="00C351E8"/>
    <w:rsid w:val="00C35EE9"/>
    <w:rsid w:val="00C402FB"/>
    <w:rsid w:val="00C42E64"/>
    <w:rsid w:val="00C57BBA"/>
    <w:rsid w:val="00C64896"/>
    <w:rsid w:val="00C6531B"/>
    <w:rsid w:val="00C70AF5"/>
    <w:rsid w:val="00C83D91"/>
    <w:rsid w:val="00C9011F"/>
    <w:rsid w:val="00C90DBC"/>
    <w:rsid w:val="00C94739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1F4"/>
    <w:rsid w:val="00D117B8"/>
    <w:rsid w:val="00D348D8"/>
    <w:rsid w:val="00D35DB7"/>
    <w:rsid w:val="00D36B4C"/>
    <w:rsid w:val="00D36FFB"/>
    <w:rsid w:val="00D50041"/>
    <w:rsid w:val="00D50E4C"/>
    <w:rsid w:val="00D564D9"/>
    <w:rsid w:val="00D57B1F"/>
    <w:rsid w:val="00D57DB8"/>
    <w:rsid w:val="00D6063D"/>
    <w:rsid w:val="00D61196"/>
    <w:rsid w:val="00D72D7A"/>
    <w:rsid w:val="00D748C8"/>
    <w:rsid w:val="00D75C69"/>
    <w:rsid w:val="00D775B8"/>
    <w:rsid w:val="00D77D2C"/>
    <w:rsid w:val="00D8186A"/>
    <w:rsid w:val="00D8522B"/>
    <w:rsid w:val="00D874A4"/>
    <w:rsid w:val="00D87551"/>
    <w:rsid w:val="00D933A2"/>
    <w:rsid w:val="00D93E08"/>
    <w:rsid w:val="00D962B4"/>
    <w:rsid w:val="00D96D93"/>
    <w:rsid w:val="00D971DC"/>
    <w:rsid w:val="00DA0532"/>
    <w:rsid w:val="00DA0E14"/>
    <w:rsid w:val="00DA1008"/>
    <w:rsid w:val="00DA529D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0550D"/>
    <w:rsid w:val="00E152EF"/>
    <w:rsid w:val="00E217A2"/>
    <w:rsid w:val="00E218DB"/>
    <w:rsid w:val="00E23256"/>
    <w:rsid w:val="00E27CB9"/>
    <w:rsid w:val="00E31855"/>
    <w:rsid w:val="00E32359"/>
    <w:rsid w:val="00E3589D"/>
    <w:rsid w:val="00E4290A"/>
    <w:rsid w:val="00E5128B"/>
    <w:rsid w:val="00E5217E"/>
    <w:rsid w:val="00E617FC"/>
    <w:rsid w:val="00E6529E"/>
    <w:rsid w:val="00E66240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04F7"/>
    <w:rsid w:val="00EB2531"/>
    <w:rsid w:val="00EB3D68"/>
    <w:rsid w:val="00EB4346"/>
    <w:rsid w:val="00EB5495"/>
    <w:rsid w:val="00EC0FF3"/>
    <w:rsid w:val="00EC161C"/>
    <w:rsid w:val="00EC53D7"/>
    <w:rsid w:val="00EC6190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31FC6"/>
    <w:rsid w:val="00F36A98"/>
    <w:rsid w:val="00F36BF8"/>
    <w:rsid w:val="00F37B76"/>
    <w:rsid w:val="00F4292D"/>
    <w:rsid w:val="00F46813"/>
    <w:rsid w:val="00F47A9E"/>
    <w:rsid w:val="00F516A6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8CA"/>
    <w:rsid w:val="00FB3F7F"/>
    <w:rsid w:val="00FC204D"/>
    <w:rsid w:val="00FC32E8"/>
    <w:rsid w:val="00FC41DD"/>
    <w:rsid w:val="00FC5DE3"/>
    <w:rsid w:val="00FC7B45"/>
    <w:rsid w:val="00FC7BB3"/>
    <w:rsid w:val="00FD257D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1254</TotalTime>
  <Pages>2</Pages>
  <Words>915</Words>
  <Characters>5221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60</cp:revision>
  <cp:lastPrinted>2016-12-28T08:39:00Z</cp:lastPrinted>
  <dcterms:created xsi:type="dcterms:W3CDTF">2015-01-21T15:24:00Z</dcterms:created>
  <dcterms:modified xsi:type="dcterms:W3CDTF">2016-12-30T06:18:00Z</dcterms:modified>
</cp:coreProperties>
</file>